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99CC00"/>
  <w:body>
    <w:p w14:paraId="338D7E4B" w14:textId="1AE8EB4F" w:rsidR="00703EE5" w:rsidRDefault="005755C8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4098DEE1" w14:textId="22071F03" w:rsidR="005755C8" w:rsidRPr="005755C8" w:rsidRDefault="00725A08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DFFCA" wp14:editId="41D10E00">
                <wp:simplePos x="0" y="0"/>
                <wp:positionH relativeFrom="column">
                  <wp:posOffset>381000</wp:posOffset>
                </wp:positionH>
                <wp:positionV relativeFrom="paragraph">
                  <wp:posOffset>1668145</wp:posOffset>
                </wp:positionV>
                <wp:extent cx="1859280" cy="1303020"/>
                <wp:effectExtent l="0" t="0" r="7620" b="0"/>
                <wp:wrapNone/>
                <wp:docPr id="3" name="tex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30302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09B770" w14:textId="77777777" w:rsidR="00725A08" w:rsidRPr="00725A0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FFCC99" w:themeColor="background1"/>
                                <w:lang w:val="de-DE"/>
                              </w:rPr>
                            </w:pPr>
                            <w:r w:rsidRPr="00725A08">
                              <w:rPr>
                                <w:rFonts w:ascii="Arial Black" w:hAnsi="Arial Black"/>
                                <w:color w:val="FFCC99" w:themeColor="background1"/>
                                <w:lang w:val="de-DE"/>
                              </w:rPr>
                              <w:t>Happy</w:t>
                            </w:r>
                          </w:p>
                          <w:p w14:paraId="1ACEEB7A" w14:textId="77777777" w:rsidR="00725A08" w:rsidRPr="00725A0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EBDDC3" w:themeColor="background2"/>
                                <w:lang w:val="de-DE"/>
                              </w:rPr>
                            </w:pPr>
                            <w:r w:rsidRPr="00725A08">
                              <w:rPr>
                                <w:rFonts w:ascii="Arial Black" w:hAnsi="Arial Black"/>
                                <w:color w:val="EBDDC3" w:themeColor="background2"/>
                                <w:lang w:val="de-DE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A6DFFCA" id="text1" o:spid="_x0000_s1026" style="position:absolute;margin-left:30pt;margin-top:131.35pt;width:146.4pt;height:102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" fillcolor="red [3213]" stroked="f" strokeweight="2pt">
                <v:textbox inset="0,0,0,0">
                  <w:txbxContent>
                    <w:p w14:paraId="0709B770" w14:textId="77777777" w:rsidR="00725A08" w:rsidRPr="00725A0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FFCC99" w:themeColor="background1"/>
                          <w:lang w:val="de-DE"/>
                        </w:rPr>
                      </w:pPr>
                      <w:r w:rsidRPr="00725A08">
                        <w:rPr>
                          <w:rFonts w:ascii="Arial Black" w:hAnsi="Arial Black"/>
                          <w:color w:val="FFCC99" w:themeColor="background1"/>
                          <w:lang w:val="de-DE"/>
                        </w:rPr>
                        <w:t>Happy</w:t>
                      </w:r>
                    </w:p>
                    <w:p w14:paraId="1ACEEB7A" w14:textId="77777777" w:rsidR="00725A08" w:rsidRPr="00725A0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EBDDC3" w:themeColor="background2"/>
                          <w:lang w:val="de-DE"/>
                        </w:rPr>
                      </w:pPr>
                      <w:r w:rsidRPr="00725A08">
                        <w:rPr>
                          <w:rFonts w:ascii="Arial Black" w:hAnsi="Arial Black"/>
                          <w:color w:val="EBDDC3" w:themeColor="background2"/>
                          <w:lang w:val="de-DE"/>
                        </w:rPr>
                        <w:t>Birthday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E4D0A5" wp14:editId="572B3D04">
                <wp:simplePos x="0" y="0"/>
                <wp:positionH relativeFrom="column">
                  <wp:posOffset>2659380</wp:posOffset>
                </wp:positionH>
                <wp:positionV relativeFrom="paragraph">
                  <wp:posOffset>1668145</wp:posOffset>
                </wp:positionV>
                <wp:extent cx="1859280" cy="1303020"/>
                <wp:effectExtent l="0" t="0" r="7620" b="0"/>
                <wp:wrapNone/>
                <wp:docPr id="4" name="tex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3030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418E04" w14:textId="77777777" w:rsidR="00725A08" w:rsidRPr="00725A0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FFCC99" w:themeColor="background1"/>
                                <w:lang w:val="de-DE"/>
                              </w:rPr>
                            </w:pPr>
                            <w:r w:rsidRPr="00725A08">
                              <w:rPr>
                                <w:rFonts w:ascii="Arial Black" w:hAnsi="Arial Black"/>
                                <w:color w:val="FFCC99" w:themeColor="background1"/>
                                <w:lang w:val="de-DE"/>
                              </w:rPr>
                              <w:t>Happy</w:t>
                            </w:r>
                          </w:p>
                          <w:p w14:paraId="2EF208C5" w14:textId="77777777" w:rsidR="00725A08" w:rsidRPr="00725A0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EBDDC3" w:themeColor="background2"/>
                                <w:lang w:val="de-DE"/>
                              </w:rPr>
                            </w:pPr>
                            <w:r w:rsidRPr="00725A08">
                              <w:rPr>
                                <w:rFonts w:ascii="Arial Black" w:hAnsi="Arial Black"/>
                                <w:color w:val="EBDDC3" w:themeColor="background2"/>
                                <w:lang w:val="de-DE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DE4D0A5" id="text2" o:spid="_x0000_s1027" style="position:absolute;margin-left:209.4pt;margin-top:131.35pt;width:146.4pt;height:102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" fillcolor="#775f55 [3215]" stroked="f" strokeweight="2pt">
                <v:textbox inset="0,0,0,0">
                  <w:txbxContent>
                    <w:p w14:paraId="35418E04" w14:textId="77777777" w:rsidR="00725A08" w:rsidRPr="00725A0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FFCC99" w:themeColor="background1"/>
                          <w:lang w:val="de-DE"/>
                        </w:rPr>
                      </w:pPr>
                      <w:r w:rsidRPr="00725A08">
                        <w:rPr>
                          <w:rFonts w:ascii="Arial Black" w:hAnsi="Arial Black"/>
                          <w:color w:val="FFCC99" w:themeColor="background1"/>
                          <w:lang w:val="de-DE"/>
                        </w:rPr>
                        <w:t>Happy</w:t>
                      </w:r>
                    </w:p>
                    <w:p w14:paraId="2EF208C5" w14:textId="77777777" w:rsidR="00725A08" w:rsidRPr="00725A0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EBDDC3" w:themeColor="background2"/>
                          <w:lang w:val="de-DE"/>
                        </w:rPr>
                      </w:pPr>
                      <w:r w:rsidRPr="00725A08">
                        <w:rPr>
                          <w:rFonts w:ascii="Arial Black" w:hAnsi="Arial Black"/>
                          <w:color w:val="EBDDC3" w:themeColor="background2"/>
                          <w:lang w:val="de-DE"/>
                        </w:rPr>
                        <w:t>Birthday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4DFA3" wp14:editId="287F6421">
                <wp:simplePos x="0" y="0"/>
                <wp:positionH relativeFrom="column">
                  <wp:posOffset>2659380</wp:posOffset>
                </wp:positionH>
                <wp:positionV relativeFrom="paragraph">
                  <wp:posOffset>197485</wp:posOffset>
                </wp:positionV>
                <wp:extent cx="1859280" cy="1303020"/>
                <wp:effectExtent l="0" t="0" r="7620" b="0"/>
                <wp:wrapNone/>
                <wp:docPr id="2" name="background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3030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10563E" w14:textId="77777777" w:rsidR="00725A0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FF0000" w:themeColor="text1"/>
                                <w:lang w:val="de-DE"/>
                              </w:rPr>
                            </w:pPr>
                            <w:r w:rsidRPr="005755C8">
                              <w:rPr>
                                <w:rFonts w:ascii="Arial Black" w:hAnsi="Arial Black"/>
                                <w:color w:val="FF0000" w:themeColor="text1"/>
                                <w:lang w:val="de-DE"/>
                              </w:rPr>
                              <w:t>Happy</w:t>
                            </w:r>
                          </w:p>
                          <w:p w14:paraId="41C9685B" w14:textId="77777777" w:rsidR="00725A08" w:rsidRPr="005755C8" w:rsidRDefault="00725A08" w:rsidP="00725A0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775F55" w:themeColor="text2"/>
                                <w:lang w:val="de-DE"/>
                              </w:rPr>
                            </w:pPr>
                            <w:r w:rsidRPr="005755C8">
                              <w:rPr>
                                <w:rFonts w:ascii="Arial Black" w:hAnsi="Arial Black"/>
                                <w:color w:val="775F55" w:themeColor="text2"/>
                                <w:lang w:val="de-DE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A74DFA3" id="background1" o:spid="_x0000_s1028" style="position:absolute;margin-left:209.4pt;margin-top:15.55pt;width:146.4pt;height:102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" fillcolor="#fc9 [3212]" stroked="f" strokeweight="2pt">
                <v:textbox inset="0,0,0,0">
                  <w:txbxContent>
                    <w:p w14:paraId="4410563E" w14:textId="77777777" w:rsidR="00725A0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FF0000" w:themeColor="text1"/>
                          <w:lang w:val="de-DE"/>
                        </w:rPr>
                      </w:pPr>
                      <w:r w:rsidRPr="005755C8">
                        <w:rPr>
                          <w:rFonts w:ascii="Arial Black" w:hAnsi="Arial Black"/>
                          <w:color w:val="FF0000" w:themeColor="text1"/>
                          <w:lang w:val="de-DE"/>
                        </w:rPr>
                        <w:t>Happy</w:t>
                      </w:r>
                    </w:p>
                    <w:p w14:paraId="41C9685B" w14:textId="77777777" w:rsidR="00725A08" w:rsidRPr="005755C8" w:rsidRDefault="00725A08" w:rsidP="00725A0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775F55" w:themeColor="text2"/>
                          <w:lang w:val="de-DE"/>
                        </w:rPr>
                      </w:pPr>
                      <w:r w:rsidRPr="005755C8">
                        <w:rPr>
                          <w:rFonts w:ascii="Arial Black" w:hAnsi="Arial Black"/>
                          <w:color w:val="775F55" w:themeColor="text2"/>
                          <w:lang w:val="de-DE"/>
                        </w:rPr>
                        <w:t>Birthday</w:t>
                      </w:r>
                    </w:p>
                  </w:txbxContent>
                </v:textbox>
              </v:oval>
            </w:pict>
          </mc:Fallback>
        </mc:AlternateContent>
      </w:r>
      <w:r w:rsidR="005755C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4D37C" wp14:editId="010461DC">
                <wp:simplePos x="0" y="0"/>
                <wp:positionH relativeFrom="column">
                  <wp:posOffset>421640</wp:posOffset>
                </wp:positionH>
                <wp:positionV relativeFrom="paragraph">
                  <wp:posOffset>248285</wp:posOffset>
                </wp:positionV>
                <wp:extent cx="1859280" cy="1303020"/>
                <wp:effectExtent l="0" t="0" r="7620" b="0"/>
                <wp:wrapNone/>
                <wp:docPr id="1" name="background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30302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6A4DCD" w14:textId="5566BD1F" w:rsidR="005755C8" w:rsidRDefault="005755C8" w:rsidP="005755C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FF0000" w:themeColor="text1"/>
                                <w:lang w:val="de-DE"/>
                              </w:rPr>
                            </w:pPr>
                            <w:r w:rsidRPr="005755C8">
                              <w:rPr>
                                <w:rFonts w:ascii="Arial Black" w:hAnsi="Arial Black"/>
                                <w:color w:val="FF0000" w:themeColor="text1"/>
                                <w:lang w:val="de-DE"/>
                              </w:rPr>
                              <w:t>Happy</w:t>
                            </w:r>
                          </w:p>
                          <w:p w14:paraId="61722F84" w14:textId="123B6B2B" w:rsidR="005755C8" w:rsidRPr="005755C8" w:rsidRDefault="005755C8" w:rsidP="005755C8">
                            <w:pPr>
                              <w:spacing w:after="0" w:line="192" w:lineRule="auto"/>
                              <w:jc w:val="center"/>
                              <w:rPr>
                                <w:rFonts w:ascii="Arial Black" w:hAnsi="Arial Black"/>
                                <w:color w:val="775F55" w:themeColor="text2"/>
                                <w:lang w:val="de-DE"/>
                              </w:rPr>
                            </w:pPr>
                            <w:r w:rsidRPr="005755C8">
                              <w:rPr>
                                <w:rFonts w:ascii="Arial Black" w:hAnsi="Arial Black"/>
                                <w:color w:val="775F55" w:themeColor="text2"/>
                                <w:lang w:val="de-DE"/>
                              </w:rPr>
                              <w:t>Birthday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44D37C" id="background2" o:spid="_x0000_s1029" style="position:absolute;margin-left:33.2pt;margin-top:19.55pt;width:146.4pt;height:102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" fillcolor="#ebddc3 [3214]" stroked="f" strokeweight="2pt">
                <v:textbox inset="0,0,0,0">
                  <w:txbxContent>
                    <w:p w14:paraId="386A4DCD" w14:textId="5566BD1F" w:rsidR="005755C8" w:rsidRDefault="005755C8" w:rsidP="005755C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FF0000" w:themeColor="text1"/>
                          <w:lang w:val="de-DE"/>
                        </w:rPr>
                      </w:pPr>
                      <w:r w:rsidRPr="005755C8">
                        <w:rPr>
                          <w:rFonts w:ascii="Arial Black" w:hAnsi="Arial Black"/>
                          <w:color w:val="FF0000" w:themeColor="text1"/>
                          <w:lang w:val="de-DE"/>
                        </w:rPr>
                        <w:t>Happy</w:t>
                      </w:r>
                    </w:p>
                    <w:p w14:paraId="61722F84" w14:textId="123B6B2B" w:rsidR="005755C8" w:rsidRPr="005755C8" w:rsidRDefault="005755C8" w:rsidP="005755C8">
                      <w:pPr>
                        <w:spacing w:after="0" w:line="192" w:lineRule="auto"/>
                        <w:jc w:val="center"/>
                        <w:rPr>
                          <w:rFonts w:ascii="Arial Black" w:hAnsi="Arial Black"/>
                          <w:color w:val="775F55" w:themeColor="text2"/>
                          <w:lang w:val="de-DE"/>
                        </w:rPr>
                      </w:pPr>
                      <w:r w:rsidRPr="005755C8">
                        <w:rPr>
                          <w:rFonts w:ascii="Arial Black" w:hAnsi="Arial Black"/>
                          <w:color w:val="775F55" w:themeColor="text2"/>
                          <w:lang w:val="de-DE"/>
                        </w:rPr>
                        <w:t>Birthday</w:t>
                      </w:r>
                    </w:p>
                  </w:txbxContent>
                </v:textbox>
              </v:oval>
            </w:pict>
          </mc:Fallback>
        </mc:AlternateContent>
      </w:r>
    </w:p>
    <w:sectPr w:rsidR="005755C8" w:rsidRPr="005755C8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5C8"/>
    <w:rsid w:val="000C1ECD"/>
    <w:rsid w:val="00321565"/>
    <w:rsid w:val="00326855"/>
    <w:rsid w:val="004E38BB"/>
    <w:rsid w:val="005702D9"/>
    <w:rsid w:val="005755C8"/>
    <w:rsid w:val="0062363A"/>
    <w:rsid w:val="007257C4"/>
    <w:rsid w:val="00725A08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F6BC7"/>
  <w14:discardImageEditingData/>
  <w14:defaultImageDpi w14:val="32767"/>
  <w15:chartTrackingRefBased/>
  <w15:docId w15:val="{2AAD6C39-6D9A-46DD-8559-231D4087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FF0000"/>
      </a:dk1>
      <a:lt1>
        <a:srgbClr val="FFCC99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F00FF"/>
      </a:hlink>
      <a:folHlink>
        <a:srgbClr val="00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2023-01-03T16:01:00Z</dcterms:created>
  <dcterms:modified xsi:type="dcterms:W3CDTF">2023-01-03T17:03:00Z</dcterms:modified>
</cp:coreProperties>
</file>